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C76D9" w14:textId="699EA776" w:rsidR="000C4A70" w:rsidRPr="006041E6" w:rsidRDefault="000C4A70" w:rsidP="006041E6">
      <w:pPr>
        <w:pStyle w:val="Untertitel"/>
        <w:rPr>
          <w:sz w:val="28"/>
          <w:szCs w:val="28"/>
        </w:rPr>
      </w:pPr>
      <w:r w:rsidRPr="00D14DDE">
        <w:rPr>
          <w:sz w:val="28"/>
          <w:szCs w:val="28"/>
        </w:rPr>
        <w:t xml:space="preserve">Öffne in </w:t>
      </w:r>
      <w:proofErr w:type="spellStart"/>
      <w:r w:rsidRPr="00D14DDE">
        <w:rPr>
          <w:sz w:val="28"/>
          <w:szCs w:val="28"/>
        </w:rPr>
        <w:t>Scratch</w:t>
      </w:r>
      <w:proofErr w:type="spellEnd"/>
      <w:r w:rsidRPr="00D14DDE">
        <w:rPr>
          <w:sz w:val="28"/>
          <w:szCs w:val="28"/>
        </w:rPr>
        <w:t xml:space="preserve"> die Datei „</w:t>
      </w:r>
      <w:r w:rsidR="00D14DDE" w:rsidRPr="00D14DDE">
        <w:rPr>
          <w:sz w:val="28"/>
          <w:szCs w:val="28"/>
        </w:rPr>
        <w:t>Drachen</w:t>
      </w:r>
      <w:r w:rsidRPr="00D14DDE">
        <w:rPr>
          <w:sz w:val="28"/>
          <w:szCs w:val="28"/>
        </w:rPr>
        <w:t>.sb“.</w:t>
      </w:r>
    </w:p>
    <w:p w14:paraId="1BE82D63" w14:textId="77777777" w:rsidR="000C4A70" w:rsidRDefault="000C4A70" w:rsidP="00E82674">
      <w:pPr>
        <w:pStyle w:val="Untertitel"/>
      </w:pPr>
      <w:r>
        <w:t>Aufgabenstellung</w:t>
      </w:r>
    </w:p>
    <w:p w14:paraId="3521FE8A" w14:textId="77777777" w:rsidR="000C4A70" w:rsidRDefault="000C4A70" w:rsidP="000C4A70">
      <w:pPr>
        <w:pStyle w:val="Listenabsatz"/>
        <w:numPr>
          <w:ilvl w:val="0"/>
          <w:numId w:val="6"/>
        </w:numPr>
        <w:spacing w:line="276" w:lineRule="auto"/>
      </w:pPr>
      <w:r>
        <w:t xml:space="preserve">Starte das Programm mit der grünen Flagge. </w:t>
      </w:r>
    </w:p>
    <w:p w14:paraId="742ECA39" w14:textId="77777777" w:rsidR="000C4A70" w:rsidRDefault="000C4A70" w:rsidP="006041E6">
      <w:pPr>
        <w:pStyle w:val="Listenabsatz"/>
        <w:numPr>
          <w:ilvl w:val="0"/>
          <w:numId w:val="6"/>
        </w:numPr>
        <w:spacing w:line="480" w:lineRule="auto"/>
      </w:pPr>
      <w:r>
        <w:t>Beschreibe den Programmablauf.</w:t>
      </w:r>
    </w:p>
    <w:p w14:paraId="4210E198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CAB6BD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7551F52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79F958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60386F47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011CDB5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60D8D90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00FCD46A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E6D86CC" w14:textId="77777777" w:rsidR="000C4A70" w:rsidRDefault="000C4A70" w:rsidP="000C4A70">
      <w:pPr>
        <w:tabs>
          <w:tab w:val="left" w:pos="284"/>
          <w:tab w:val="left" w:leader="underscore" w:pos="8789"/>
        </w:tabs>
        <w:spacing w:line="276" w:lineRule="auto"/>
      </w:pPr>
    </w:p>
    <w:p w14:paraId="4AD94B54" w14:textId="77777777" w:rsidR="00BF4CE9" w:rsidRDefault="00BF4CE9" w:rsidP="000C4A70">
      <w:pPr>
        <w:pStyle w:val="Listenabsatz"/>
        <w:numPr>
          <w:ilvl w:val="0"/>
          <w:numId w:val="6"/>
        </w:numPr>
        <w:spacing w:line="276" w:lineRule="auto"/>
      </w:pPr>
      <w:r>
        <w:t>Füge für die Bühne durch Importieren einen neuen Hintergrund („</w:t>
      </w:r>
      <w:proofErr w:type="spellStart"/>
      <w:r>
        <w:t>castle</w:t>
      </w:r>
      <w:proofErr w:type="spellEnd"/>
      <w:r>
        <w:t>“) ein.</w:t>
      </w:r>
      <w:r w:rsidR="009E63A4">
        <w:t xml:space="preserve"> </w:t>
      </w:r>
    </w:p>
    <w:p w14:paraId="0D2BA744" w14:textId="77777777" w:rsidR="000C4A70" w:rsidRDefault="00AC7C0D" w:rsidP="000C4A70">
      <w:pPr>
        <w:pStyle w:val="Listenabsatz"/>
        <w:numPr>
          <w:ilvl w:val="0"/>
          <w:numId w:val="6"/>
        </w:numPr>
        <w:spacing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D5F0E82" wp14:editId="32BC5111">
            <wp:simplePos x="0" y="0"/>
            <wp:positionH relativeFrom="column">
              <wp:posOffset>4065905</wp:posOffset>
            </wp:positionH>
            <wp:positionV relativeFrom="paragraph">
              <wp:posOffset>21590</wp:posOffset>
            </wp:positionV>
            <wp:extent cx="1221105" cy="467360"/>
            <wp:effectExtent l="0" t="0" r="0" b="0"/>
            <wp:wrapSquare wrapText="bothSides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.g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011"/>
                    <a:stretch/>
                  </pic:blipFill>
                  <pic:spPr bwMode="auto">
                    <a:xfrm>
                      <a:off x="0" y="0"/>
                      <a:ext cx="1221105" cy="467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A70">
        <w:t>Ändere das Skript, so</w:t>
      </w:r>
      <w:r w:rsidR="00E82674">
        <w:t xml:space="preserve"> </w:t>
      </w:r>
      <w:r w:rsidR="000C4A70">
        <w:t xml:space="preserve">dass </w:t>
      </w:r>
      <w:r w:rsidR="00AC7B6C">
        <w:t xml:space="preserve">die Größe des </w:t>
      </w:r>
      <w:r w:rsidR="004E694F">
        <w:t>Drachen beim Anflug um 20 wächst und er ungefäh</w:t>
      </w:r>
      <w:r w:rsidR="00AC7B6C">
        <w:t>r zur Nasenspitze des Ritters g</w:t>
      </w:r>
      <w:r w:rsidR="004E694F">
        <w:t>leitet.</w:t>
      </w:r>
      <w:r w:rsidR="00D41430">
        <w:t xml:space="preserve"> </w:t>
      </w:r>
    </w:p>
    <w:p w14:paraId="5EBC95B2" w14:textId="77777777" w:rsidR="000C4A70" w:rsidRDefault="000C4A70" w:rsidP="006041E6">
      <w:pPr>
        <w:pStyle w:val="Listenabsatz"/>
        <w:numPr>
          <w:ilvl w:val="0"/>
          <w:numId w:val="6"/>
        </w:numPr>
        <w:spacing w:line="480" w:lineRule="auto"/>
      </w:pPr>
      <w:r w:rsidRPr="000C4A70">
        <w:t>Beschreibe d</w:t>
      </w:r>
      <w:r>
        <w:t>ein</w:t>
      </w:r>
      <w:r w:rsidRPr="000C4A70">
        <w:t>e vorgenommene</w:t>
      </w:r>
      <w:r>
        <w:t>n</w:t>
      </w:r>
      <w:r w:rsidRPr="000C4A70">
        <w:t xml:space="preserve"> Veränderung</w:t>
      </w:r>
      <w:r>
        <w:t>en</w:t>
      </w:r>
      <w:r w:rsidRPr="000C4A70">
        <w:t>.</w:t>
      </w:r>
    </w:p>
    <w:p w14:paraId="03C7BE23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20D5EA7B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9913924" w14:textId="77777777" w:rsidR="000C4A70" w:rsidRDefault="000C4A70" w:rsidP="000C4A70">
      <w:pPr>
        <w:tabs>
          <w:tab w:val="left" w:pos="284"/>
          <w:tab w:val="left" w:leader="underscore" w:pos="8789"/>
        </w:tabs>
        <w:spacing w:line="276" w:lineRule="auto"/>
      </w:pPr>
    </w:p>
    <w:p w14:paraId="6349E65A" w14:textId="10D968A3" w:rsidR="00D14DDE" w:rsidRPr="001A7DFD" w:rsidRDefault="00882F8B" w:rsidP="00D14DDE">
      <w:pPr>
        <w:pStyle w:val="Listenabsatz"/>
        <w:numPr>
          <w:ilvl w:val="0"/>
          <w:numId w:val="6"/>
        </w:numPr>
        <w:spacing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41FB77" wp14:editId="4D6EB087">
            <wp:simplePos x="0" y="0"/>
            <wp:positionH relativeFrom="column">
              <wp:posOffset>3495675</wp:posOffset>
            </wp:positionH>
            <wp:positionV relativeFrom="paragraph">
              <wp:posOffset>547370</wp:posOffset>
            </wp:positionV>
            <wp:extent cx="2086610" cy="844550"/>
            <wp:effectExtent l="0" t="0" r="0" b="0"/>
            <wp:wrapSquare wrapText="bothSides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schirmfoto 2017-09-17 um 16.33.58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208661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DDE">
        <w:t xml:space="preserve">Ändere dein Skript, so dass </w:t>
      </w:r>
      <w:r w:rsidR="009872BC">
        <w:t xml:space="preserve">der Drache </w:t>
      </w:r>
      <w:r w:rsidR="00D14DDE">
        <w:t xml:space="preserve">am Ende </w:t>
      </w:r>
      <w:r w:rsidR="009872BC">
        <w:t>seines F</w:t>
      </w:r>
      <w:r w:rsidR="00D14DDE">
        <w:t>luges sein Kostüm ändert und Feuer speit. Nachdem er sich versteckt hat, soll er sein ursprüngliches Kostüm wieder anziehen.</w:t>
      </w:r>
    </w:p>
    <w:p w14:paraId="25170774" w14:textId="0958058B" w:rsidR="00D3099C" w:rsidRDefault="00D14DDE" w:rsidP="00D3099C">
      <w:pPr>
        <w:pStyle w:val="Listenabsatz"/>
        <w:numPr>
          <w:ilvl w:val="0"/>
          <w:numId w:val="6"/>
        </w:numPr>
        <w:spacing w:line="276" w:lineRule="auto"/>
      </w:pPr>
      <w:r>
        <w:t xml:space="preserve">Erweitere deine Geschichte um weitere Dialoge bzw. erstelle für den Ritter </w:t>
      </w:r>
      <w:r w:rsidR="00882F8B">
        <w:t xml:space="preserve">durch Kopieren und Bearbeiten </w:t>
      </w:r>
      <w:r>
        <w:t xml:space="preserve">mit dem </w:t>
      </w:r>
      <w:proofErr w:type="spellStart"/>
      <w:r>
        <w:t>Maltool</w:t>
      </w:r>
      <w:proofErr w:type="spellEnd"/>
      <w:r>
        <w:t xml:space="preserve"> auch ein anderes Kostüm.</w:t>
      </w:r>
    </w:p>
    <w:p w14:paraId="7F85B12C" w14:textId="77777777" w:rsidR="00AC7C0D" w:rsidRPr="001A7DFD" w:rsidRDefault="00AC7C0D" w:rsidP="006041E6">
      <w:pPr>
        <w:pStyle w:val="Listenabsatz"/>
        <w:spacing w:line="276" w:lineRule="auto"/>
        <w:ind w:left="360"/>
      </w:pPr>
    </w:p>
    <w:sectPr w:rsidR="00AC7C0D" w:rsidRPr="001A7DFD" w:rsidSect="000F02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12BF0" w14:textId="77777777" w:rsidR="005D2067" w:rsidRDefault="005D2067" w:rsidP="0009662C">
      <w:r>
        <w:separator/>
      </w:r>
    </w:p>
  </w:endnote>
  <w:endnote w:type="continuationSeparator" w:id="0">
    <w:p w14:paraId="7AD1CC67" w14:textId="77777777" w:rsidR="005D2067" w:rsidRDefault="005D2067" w:rsidP="000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78D15" w14:textId="77777777" w:rsidR="00326152" w:rsidRDefault="00326152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46F4D" w14:textId="4E5C7FE1" w:rsidR="003C62E6" w:rsidRPr="009A36C5" w:rsidRDefault="003C62E6" w:rsidP="009A36C5">
    <w:pPr>
      <w:pStyle w:val="Fuzeile"/>
      <w:pBdr>
        <w:top w:val="single" w:sz="4" w:space="4" w:color="auto"/>
      </w:pBdr>
      <w:tabs>
        <w:tab w:val="left" w:pos="2066"/>
      </w:tabs>
      <w:jc w:val="center"/>
      <w:rPr>
        <w:rFonts w:asciiTheme="minorHAnsi" w:hAnsiTheme="minorHAnsi"/>
        <w:sz w:val="16"/>
        <w:szCs w:val="16"/>
      </w:rPr>
    </w:pPr>
    <w:r w:rsidRPr="009A36C5">
      <w:rPr>
        <w:rFonts w:asciiTheme="minorHAnsi" w:hAnsiTheme="minorHAnsi"/>
        <w:sz w:val="16"/>
        <w:szCs w:val="16"/>
      </w:rPr>
      <w:t>©</w:t>
    </w:r>
    <w:r>
      <w:rPr>
        <w:rFonts w:asciiTheme="minorHAnsi" w:hAnsiTheme="minorHAnsi"/>
        <w:sz w:val="16"/>
        <w:szCs w:val="16"/>
      </w:rPr>
      <w:t xml:space="preserve"> </w:t>
    </w:r>
    <w:r w:rsidR="005040CF">
      <w:rPr>
        <w:rFonts w:asciiTheme="minorHAnsi" w:hAnsiTheme="minorHAnsi"/>
        <w:sz w:val="16"/>
        <w:szCs w:val="16"/>
      </w:rPr>
      <w:t>Schule am Bodden</w:t>
    </w:r>
    <w:r w:rsidRPr="009A36C5">
      <w:rPr>
        <w:rFonts w:asciiTheme="minorHAnsi" w:hAnsiTheme="minorHAnsi"/>
        <w:sz w:val="16"/>
        <w:szCs w:val="16"/>
      </w:rPr>
      <w:t xml:space="preserve"> · Version vom </w:t>
    </w:r>
    <w:r w:rsidR="00326152" w:rsidRPr="00326152">
      <w:rPr>
        <w:rFonts w:asciiTheme="minorHAnsi" w:hAnsiTheme="minorHAnsi"/>
        <w:sz w:val="16"/>
        <w:szCs w:val="16"/>
      </w:rPr>
      <w:t>13.9.2016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1BFF0" w14:textId="77777777" w:rsidR="00326152" w:rsidRDefault="0032615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26FBB" w14:textId="77777777" w:rsidR="005D2067" w:rsidRDefault="005D2067" w:rsidP="0009662C">
      <w:r>
        <w:separator/>
      </w:r>
    </w:p>
  </w:footnote>
  <w:footnote w:type="continuationSeparator" w:id="0">
    <w:p w14:paraId="3942519E" w14:textId="77777777" w:rsidR="005D2067" w:rsidRDefault="005D2067" w:rsidP="000966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61"/>
      <w:gridCol w:w="8841"/>
    </w:tblGrid>
    <w:tr w:rsidR="003C62E6" w:rsidRPr="00DB639B" w14:paraId="122F5250" w14:textId="77777777" w:rsidTr="00E93198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5E670B51" w14:textId="77777777" w:rsidR="003C62E6" w:rsidRDefault="003C62E6">
          <w:pPr>
            <w:pStyle w:val="Kopfzeile"/>
            <w:jc w:val="center"/>
            <w:rPr>
              <w:rFonts w:ascii="Calibri" w:hAnsi="Calibri"/>
              <w:b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882F8B">
            <w:rPr>
              <w:rFonts w:ascii="Calibri" w:hAnsi="Calibri"/>
              <w:b/>
              <w:noProof/>
              <w:color w:val="FFFFFF" w:themeColor="background1"/>
            </w:rPr>
            <w:t>2</w:t>
          </w:r>
          <w:r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322A0C87" w14:textId="77777777" w:rsidR="003C62E6" w:rsidRDefault="003C62E6">
          <w:pPr>
            <w:pStyle w:val="Kopfzeile"/>
            <w:rPr>
              <w:rFonts w:ascii="Calibri" w:hAnsi="Calibri"/>
              <w:bCs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[Titel]"/>
              <w:id w:val="171999499"/>
              <w:placeholder>
                <w:docPart w:val="E1D00ACA2DD5E649A9CE9EEAAE7F2ACB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555DB">
                <w:rPr>
                  <w:b/>
                  <w:bCs/>
                  <w:caps/>
                </w:rPr>
                <w:t>Geben Sie den Dokumenttitel ein</w:t>
              </w:r>
            </w:sdtContent>
          </w:sdt>
          <w:r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3C75948A" w14:textId="77777777" w:rsidR="003C62E6" w:rsidRDefault="003C62E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12D4A" w14:textId="77777777" w:rsidR="00C11048" w:rsidRDefault="003C62E6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36C122" wp14:editId="749C22E5">
          <wp:simplePos x="0" y="0"/>
          <wp:positionH relativeFrom="margin">
            <wp:posOffset>-228600</wp:posOffset>
          </wp:positionH>
          <wp:positionV relativeFrom="paragraph">
            <wp:posOffset>-313690</wp:posOffset>
          </wp:positionV>
          <wp:extent cx="571500" cy="763924"/>
          <wp:effectExtent l="0" t="0" r="0" b="0"/>
          <wp:wrapNone/>
          <wp:docPr id="4" name="Bild 1" descr="schulstempel_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ulstempel_end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" r="9229" b="15211"/>
                  <a:stretch>
                    <a:fillRect/>
                  </a:stretch>
                </pic:blipFill>
                <pic:spPr bwMode="auto">
                  <a:xfrm>
                    <a:off x="0" y="0"/>
                    <a:ext cx="571514" cy="763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C11048">
      <w:t>Name:</w:t>
    </w:r>
    <w:r w:rsidR="00C11048">
      <w:tab/>
      <w:t>Neuenkirchen, den</w:t>
    </w:r>
  </w:p>
  <w:p w14:paraId="3C6326A8" w14:textId="77777777" w:rsidR="003C62E6" w:rsidRPr="009A36C5" w:rsidRDefault="00C11048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  <w:rPr>
        <w:rFonts w:asciiTheme="minorHAnsi" w:hAnsiTheme="minorHAnsi"/>
        <w:b/>
        <w:sz w:val="20"/>
        <w:szCs w:val="20"/>
      </w:rPr>
    </w:pPr>
    <w:r>
      <w:tab/>
      <w:t>Arbeitsauftrag:</w:t>
    </w:r>
    <w:r w:rsidR="003C62E6" w:rsidRPr="009A36C5">
      <w:rPr>
        <w:rFonts w:asciiTheme="minorHAnsi" w:hAnsiTheme="minorHAnsi"/>
        <w:b/>
      </w:rPr>
      <w:tab/>
    </w:r>
    <w:r w:rsidR="003C62E6" w:rsidRPr="009A36C5">
      <w:rPr>
        <w:rFonts w:asciiTheme="minorHAnsi" w:hAnsiTheme="minorHAnsi"/>
        <w:b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63089" w14:textId="77777777" w:rsidR="00326152" w:rsidRDefault="00326152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0623"/>
    <w:multiLevelType w:val="hybridMultilevel"/>
    <w:tmpl w:val="53A2EE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C2325"/>
    <w:multiLevelType w:val="hybridMultilevel"/>
    <w:tmpl w:val="010C6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A34FA5"/>
    <w:multiLevelType w:val="hybridMultilevel"/>
    <w:tmpl w:val="4CF612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AE02AB"/>
    <w:multiLevelType w:val="hybridMultilevel"/>
    <w:tmpl w:val="02A85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563DC"/>
    <w:multiLevelType w:val="hybridMultilevel"/>
    <w:tmpl w:val="59B4D5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0E0DE7"/>
    <w:multiLevelType w:val="hybridMultilevel"/>
    <w:tmpl w:val="1BDE95D0"/>
    <w:lvl w:ilvl="0" w:tplc="608A04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70"/>
    <w:rsid w:val="0000706C"/>
    <w:rsid w:val="000076FF"/>
    <w:rsid w:val="00012B3F"/>
    <w:rsid w:val="000161E9"/>
    <w:rsid w:val="000230F0"/>
    <w:rsid w:val="00026807"/>
    <w:rsid w:val="0003562E"/>
    <w:rsid w:val="00040548"/>
    <w:rsid w:val="000549CB"/>
    <w:rsid w:val="00070E53"/>
    <w:rsid w:val="00085C6C"/>
    <w:rsid w:val="00091B7D"/>
    <w:rsid w:val="0009440D"/>
    <w:rsid w:val="0009662C"/>
    <w:rsid w:val="000A227D"/>
    <w:rsid w:val="000A4F8D"/>
    <w:rsid w:val="000C4A70"/>
    <w:rsid w:val="000C6EE1"/>
    <w:rsid w:val="000D59DF"/>
    <w:rsid w:val="000F024E"/>
    <w:rsid w:val="000F3276"/>
    <w:rsid w:val="00112612"/>
    <w:rsid w:val="0011301E"/>
    <w:rsid w:val="00113B36"/>
    <w:rsid w:val="00126141"/>
    <w:rsid w:val="00130FE6"/>
    <w:rsid w:val="00151CF4"/>
    <w:rsid w:val="00165DA1"/>
    <w:rsid w:val="001747AE"/>
    <w:rsid w:val="001754F2"/>
    <w:rsid w:val="00181BF7"/>
    <w:rsid w:val="00194997"/>
    <w:rsid w:val="00197AFF"/>
    <w:rsid w:val="001A6C45"/>
    <w:rsid w:val="001A7DFD"/>
    <w:rsid w:val="001D5D2E"/>
    <w:rsid w:val="001F3FB3"/>
    <w:rsid w:val="00201D07"/>
    <w:rsid w:val="002335A9"/>
    <w:rsid w:val="00233C23"/>
    <w:rsid w:val="00236489"/>
    <w:rsid w:val="0025351A"/>
    <w:rsid w:val="00274970"/>
    <w:rsid w:val="00275EFA"/>
    <w:rsid w:val="00286190"/>
    <w:rsid w:val="00290ED2"/>
    <w:rsid w:val="002A07B2"/>
    <w:rsid w:val="002A63BE"/>
    <w:rsid w:val="002B2598"/>
    <w:rsid w:val="002D545C"/>
    <w:rsid w:val="002D6AE9"/>
    <w:rsid w:val="002E4D44"/>
    <w:rsid w:val="002F2084"/>
    <w:rsid w:val="003016CC"/>
    <w:rsid w:val="00303FF8"/>
    <w:rsid w:val="00306FFC"/>
    <w:rsid w:val="00313CB1"/>
    <w:rsid w:val="003179C3"/>
    <w:rsid w:val="00322BBF"/>
    <w:rsid w:val="00326142"/>
    <w:rsid w:val="00326152"/>
    <w:rsid w:val="00332CC0"/>
    <w:rsid w:val="00341C26"/>
    <w:rsid w:val="003929E4"/>
    <w:rsid w:val="00392E0D"/>
    <w:rsid w:val="003A03A6"/>
    <w:rsid w:val="003A1F70"/>
    <w:rsid w:val="003B1949"/>
    <w:rsid w:val="003B7445"/>
    <w:rsid w:val="003C43AE"/>
    <w:rsid w:val="003C62E6"/>
    <w:rsid w:val="003E31A3"/>
    <w:rsid w:val="003E46FE"/>
    <w:rsid w:val="003E52EC"/>
    <w:rsid w:val="003F1970"/>
    <w:rsid w:val="00402E91"/>
    <w:rsid w:val="00405B3F"/>
    <w:rsid w:val="0041133C"/>
    <w:rsid w:val="00415A51"/>
    <w:rsid w:val="004574DF"/>
    <w:rsid w:val="00462931"/>
    <w:rsid w:val="00462DFA"/>
    <w:rsid w:val="004669EC"/>
    <w:rsid w:val="00470AE2"/>
    <w:rsid w:val="00490995"/>
    <w:rsid w:val="004A446C"/>
    <w:rsid w:val="004B06EC"/>
    <w:rsid w:val="004B4D66"/>
    <w:rsid w:val="004B7869"/>
    <w:rsid w:val="004D638E"/>
    <w:rsid w:val="004D6D7D"/>
    <w:rsid w:val="004E203E"/>
    <w:rsid w:val="004E694F"/>
    <w:rsid w:val="004F0C8B"/>
    <w:rsid w:val="004F1EDE"/>
    <w:rsid w:val="004F7060"/>
    <w:rsid w:val="005040CF"/>
    <w:rsid w:val="005105C7"/>
    <w:rsid w:val="0051315C"/>
    <w:rsid w:val="0053607A"/>
    <w:rsid w:val="00541D34"/>
    <w:rsid w:val="00543CE3"/>
    <w:rsid w:val="005568F7"/>
    <w:rsid w:val="005656BB"/>
    <w:rsid w:val="005719DD"/>
    <w:rsid w:val="0058739D"/>
    <w:rsid w:val="00587564"/>
    <w:rsid w:val="005919E9"/>
    <w:rsid w:val="00593E4C"/>
    <w:rsid w:val="005D1480"/>
    <w:rsid w:val="005D2067"/>
    <w:rsid w:val="005F4402"/>
    <w:rsid w:val="006009A8"/>
    <w:rsid w:val="006041E6"/>
    <w:rsid w:val="006062D7"/>
    <w:rsid w:val="00637949"/>
    <w:rsid w:val="0064139F"/>
    <w:rsid w:val="00643D79"/>
    <w:rsid w:val="006566BB"/>
    <w:rsid w:val="0067234D"/>
    <w:rsid w:val="00672553"/>
    <w:rsid w:val="00696219"/>
    <w:rsid w:val="006B70C1"/>
    <w:rsid w:val="006D1C84"/>
    <w:rsid w:val="006F4832"/>
    <w:rsid w:val="00706365"/>
    <w:rsid w:val="00710048"/>
    <w:rsid w:val="00713935"/>
    <w:rsid w:val="00716CD3"/>
    <w:rsid w:val="00717D47"/>
    <w:rsid w:val="007204E7"/>
    <w:rsid w:val="00736404"/>
    <w:rsid w:val="0073693E"/>
    <w:rsid w:val="007478FB"/>
    <w:rsid w:val="00760E91"/>
    <w:rsid w:val="00770858"/>
    <w:rsid w:val="00782EA7"/>
    <w:rsid w:val="007A508C"/>
    <w:rsid w:val="007A6B16"/>
    <w:rsid w:val="007B2031"/>
    <w:rsid w:val="007B3AC4"/>
    <w:rsid w:val="007B586A"/>
    <w:rsid w:val="007B5E7C"/>
    <w:rsid w:val="007C1D1B"/>
    <w:rsid w:val="007C4974"/>
    <w:rsid w:val="007E4CF1"/>
    <w:rsid w:val="00801D64"/>
    <w:rsid w:val="00806C3A"/>
    <w:rsid w:val="00806CF6"/>
    <w:rsid w:val="00815A6F"/>
    <w:rsid w:val="008309D7"/>
    <w:rsid w:val="00832C98"/>
    <w:rsid w:val="00834F98"/>
    <w:rsid w:val="00841D94"/>
    <w:rsid w:val="00845384"/>
    <w:rsid w:val="00845AEC"/>
    <w:rsid w:val="00845FC1"/>
    <w:rsid w:val="00852749"/>
    <w:rsid w:val="00882F8B"/>
    <w:rsid w:val="00886030"/>
    <w:rsid w:val="008A06F6"/>
    <w:rsid w:val="008C2BB4"/>
    <w:rsid w:val="008D0515"/>
    <w:rsid w:val="008D48DD"/>
    <w:rsid w:val="008E7F91"/>
    <w:rsid w:val="008F7EDD"/>
    <w:rsid w:val="00912591"/>
    <w:rsid w:val="00934830"/>
    <w:rsid w:val="009472DA"/>
    <w:rsid w:val="009555DB"/>
    <w:rsid w:val="00987068"/>
    <w:rsid w:val="009872BC"/>
    <w:rsid w:val="00995CDA"/>
    <w:rsid w:val="009962FA"/>
    <w:rsid w:val="009A16CE"/>
    <w:rsid w:val="009A2C8B"/>
    <w:rsid w:val="009A36C5"/>
    <w:rsid w:val="009A3B31"/>
    <w:rsid w:val="009A6698"/>
    <w:rsid w:val="009C4A62"/>
    <w:rsid w:val="009E29B9"/>
    <w:rsid w:val="009E55BD"/>
    <w:rsid w:val="009E63A4"/>
    <w:rsid w:val="009E63A8"/>
    <w:rsid w:val="009F00A6"/>
    <w:rsid w:val="009F7D92"/>
    <w:rsid w:val="00A03B26"/>
    <w:rsid w:val="00A059AE"/>
    <w:rsid w:val="00A13313"/>
    <w:rsid w:val="00A1689D"/>
    <w:rsid w:val="00A248DB"/>
    <w:rsid w:val="00A25217"/>
    <w:rsid w:val="00A348CB"/>
    <w:rsid w:val="00A709F1"/>
    <w:rsid w:val="00A72BE0"/>
    <w:rsid w:val="00A873AE"/>
    <w:rsid w:val="00A9419E"/>
    <w:rsid w:val="00AC695F"/>
    <w:rsid w:val="00AC7B6C"/>
    <w:rsid w:val="00AC7C0D"/>
    <w:rsid w:val="00AE73DD"/>
    <w:rsid w:val="00B14E84"/>
    <w:rsid w:val="00B20DAA"/>
    <w:rsid w:val="00B2240C"/>
    <w:rsid w:val="00B22907"/>
    <w:rsid w:val="00B2607E"/>
    <w:rsid w:val="00B31CB1"/>
    <w:rsid w:val="00B35076"/>
    <w:rsid w:val="00B42A03"/>
    <w:rsid w:val="00B510E4"/>
    <w:rsid w:val="00B6324E"/>
    <w:rsid w:val="00B80149"/>
    <w:rsid w:val="00B82AFF"/>
    <w:rsid w:val="00B9269A"/>
    <w:rsid w:val="00B9770C"/>
    <w:rsid w:val="00BA0156"/>
    <w:rsid w:val="00BA2C92"/>
    <w:rsid w:val="00BA5E54"/>
    <w:rsid w:val="00BC26F8"/>
    <w:rsid w:val="00BD512B"/>
    <w:rsid w:val="00BE465E"/>
    <w:rsid w:val="00BF379A"/>
    <w:rsid w:val="00BF4CE9"/>
    <w:rsid w:val="00BF7A90"/>
    <w:rsid w:val="00C10B5B"/>
    <w:rsid w:val="00C11048"/>
    <w:rsid w:val="00C258D6"/>
    <w:rsid w:val="00C31A8E"/>
    <w:rsid w:val="00C35351"/>
    <w:rsid w:val="00C363FF"/>
    <w:rsid w:val="00C370C7"/>
    <w:rsid w:val="00C425EF"/>
    <w:rsid w:val="00C641E5"/>
    <w:rsid w:val="00C644EB"/>
    <w:rsid w:val="00C736FE"/>
    <w:rsid w:val="00C76092"/>
    <w:rsid w:val="00C77402"/>
    <w:rsid w:val="00C77607"/>
    <w:rsid w:val="00C9100F"/>
    <w:rsid w:val="00CA6A38"/>
    <w:rsid w:val="00CA78A6"/>
    <w:rsid w:val="00CB15AE"/>
    <w:rsid w:val="00CC2716"/>
    <w:rsid w:val="00CC4A2F"/>
    <w:rsid w:val="00CD5475"/>
    <w:rsid w:val="00CE3F9A"/>
    <w:rsid w:val="00D06DC5"/>
    <w:rsid w:val="00D14DDE"/>
    <w:rsid w:val="00D1729D"/>
    <w:rsid w:val="00D239C9"/>
    <w:rsid w:val="00D3099C"/>
    <w:rsid w:val="00D40251"/>
    <w:rsid w:val="00D41430"/>
    <w:rsid w:val="00D61A26"/>
    <w:rsid w:val="00D80D8F"/>
    <w:rsid w:val="00D85ED7"/>
    <w:rsid w:val="00DC3527"/>
    <w:rsid w:val="00DC62C3"/>
    <w:rsid w:val="00DD4BA4"/>
    <w:rsid w:val="00DF511E"/>
    <w:rsid w:val="00E03BF9"/>
    <w:rsid w:val="00E06CF2"/>
    <w:rsid w:val="00E45261"/>
    <w:rsid w:val="00E552CF"/>
    <w:rsid w:val="00E76B4E"/>
    <w:rsid w:val="00E80B05"/>
    <w:rsid w:val="00E82674"/>
    <w:rsid w:val="00E93198"/>
    <w:rsid w:val="00EA0883"/>
    <w:rsid w:val="00EB09E3"/>
    <w:rsid w:val="00EB2E5E"/>
    <w:rsid w:val="00EC4383"/>
    <w:rsid w:val="00ED7243"/>
    <w:rsid w:val="00EE0965"/>
    <w:rsid w:val="00EF60DA"/>
    <w:rsid w:val="00F11874"/>
    <w:rsid w:val="00F21CC0"/>
    <w:rsid w:val="00F22829"/>
    <w:rsid w:val="00F40066"/>
    <w:rsid w:val="00F5395C"/>
    <w:rsid w:val="00F57884"/>
    <w:rsid w:val="00F678E9"/>
    <w:rsid w:val="00F71225"/>
    <w:rsid w:val="00F71930"/>
    <w:rsid w:val="00F873B3"/>
    <w:rsid w:val="00FA33B5"/>
    <w:rsid w:val="00FA4CCB"/>
    <w:rsid w:val="00FC6258"/>
    <w:rsid w:val="00FD12CF"/>
    <w:rsid w:val="00FD44EA"/>
    <w:rsid w:val="00FD6B63"/>
    <w:rsid w:val="00FE308C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7970A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02E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402E9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96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9662C"/>
    <w:rPr>
      <w:sz w:val="24"/>
      <w:szCs w:val="24"/>
    </w:rPr>
  </w:style>
  <w:style w:type="paragraph" w:styleId="Fuzeile">
    <w:name w:val="footer"/>
    <w:basedOn w:val="Standard"/>
    <w:link w:val="FuzeileZchn"/>
    <w:rsid w:val="00096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9662C"/>
    <w:rPr>
      <w:sz w:val="24"/>
      <w:szCs w:val="24"/>
    </w:rPr>
  </w:style>
  <w:style w:type="paragraph" w:styleId="KeinLeerraum">
    <w:name w:val="No Spacing"/>
    <w:link w:val="KeinLeerraumZchn"/>
    <w:qFormat/>
    <w:rsid w:val="00CA78A6"/>
    <w:rPr>
      <w:rFonts w:ascii="PMingLiU" w:eastAsiaTheme="minorEastAsia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CA78A6"/>
    <w:rPr>
      <w:rFonts w:ascii="PMingLiU" w:eastAsiaTheme="minorEastAsia" w:hAnsi="PMingLiU" w:cstheme="min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9770C"/>
    <w:pPr>
      <w:ind w:left="720"/>
      <w:contextualSpacing/>
    </w:pPr>
  </w:style>
  <w:style w:type="character" w:styleId="Link">
    <w:name w:val="Hyperlink"/>
    <w:basedOn w:val="Absatz-Standardschriftart"/>
    <w:rsid w:val="00B9770C"/>
    <w:rPr>
      <w:color w:val="0000FF" w:themeColor="hyperlink"/>
      <w:u w:val="single"/>
    </w:rPr>
  </w:style>
  <w:style w:type="table" w:styleId="Tabellenraster">
    <w:name w:val="Table Grid"/>
    <w:basedOn w:val="NormaleTabelle"/>
    <w:rsid w:val="003C6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esuchterLink">
    <w:name w:val="FollowedHyperlink"/>
    <w:basedOn w:val="Absatz-Standardschriftart"/>
    <w:rsid w:val="00B42A03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link w:val="UntertitelZchn"/>
    <w:qFormat/>
    <w:rsid w:val="000C4A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rsid w:val="000C4A7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el">
    <w:name w:val="Title"/>
    <w:basedOn w:val="Standard"/>
    <w:next w:val="Standard"/>
    <w:link w:val="TitelZchn"/>
    <w:qFormat/>
    <w:rsid w:val="00D14D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D14D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nnoschroeder/Library/Group%20Containers/UBF8T346G9.Office/User%20Content.localized/Templates.localized/Arbeitsauftrag_Inf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D00ACA2DD5E649A9CE9EEAAE7F2A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114C-838C-2546-A782-44EC0888D198}"/>
      </w:docPartPr>
      <w:docPartBody>
        <w:p w:rsidR="000C1356" w:rsidRDefault="00AC2D3E">
          <w:pPr>
            <w:pStyle w:val="E1D00ACA2DD5E649A9CE9EEAAE7F2ACB"/>
          </w:pPr>
          <w:r>
            <w:rPr>
              <w:b/>
              <w:bCs/>
              <w:caps/>
            </w:rPr>
            <w:t>Geben Sie den Dokumenttitel ein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D3E"/>
    <w:rsid w:val="000C1356"/>
    <w:rsid w:val="009A3050"/>
    <w:rsid w:val="00AC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1D00ACA2DD5E649A9CE9EEAAE7F2ACB">
    <w:name w:val="E1D00ACA2DD5E649A9CE9EEAAE7F2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FED09D-1FFC-864B-949E-82BA8B18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Arbeitsauftrag_Info.dotx</Template>
  <TotalTime>0</TotalTime>
  <Pages>1</Pages>
  <Words>103</Words>
  <Characters>649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Enno Schröder</dc:creator>
  <cp:keywords/>
  <dc:description/>
  <cp:lastModifiedBy>Enno Schröder</cp:lastModifiedBy>
  <cp:revision>3</cp:revision>
  <cp:lastPrinted>2014-11-17T19:53:00Z</cp:lastPrinted>
  <dcterms:created xsi:type="dcterms:W3CDTF">2017-09-17T13:30:00Z</dcterms:created>
  <dcterms:modified xsi:type="dcterms:W3CDTF">2017-09-18T13:56:00Z</dcterms:modified>
  <cp:category/>
</cp:coreProperties>
</file>